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775" w:rsidRPr="00DE2182" w:rsidRDefault="008E0775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DE2182">
        <w:rPr>
          <w:rFonts w:ascii="Corbel" w:hAnsi="Corbel"/>
          <w:bCs/>
          <w:i/>
        </w:rPr>
        <w:t>Załącznik nr 1.5 do Zarządzenia Rektora UR  nr 12/2019</w:t>
      </w:r>
    </w:p>
    <w:p w:rsidR="008E0775" w:rsidRPr="00DE2182" w:rsidRDefault="008E077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E2182">
        <w:rPr>
          <w:rFonts w:ascii="Corbel" w:hAnsi="Corbel"/>
          <w:b/>
          <w:smallCaps/>
          <w:sz w:val="24"/>
          <w:szCs w:val="24"/>
        </w:rPr>
        <w:t>SYLABUS</w:t>
      </w:r>
    </w:p>
    <w:p w:rsidR="008E0775" w:rsidRPr="00DE2182" w:rsidRDefault="008E0775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E218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67D03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E0775" w:rsidRPr="00DE2182" w:rsidRDefault="008E0775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E218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DE2182">
        <w:rPr>
          <w:rFonts w:ascii="Corbel" w:hAnsi="Corbel"/>
          <w:i/>
          <w:sz w:val="20"/>
          <w:szCs w:val="20"/>
        </w:rPr>
        <w:t>(skrajne daty</w:t>
      </w:r>
      <w:r w:rsidRPr="00DE2182">
        <w:rPr>
          <w:rFonts w:ascii="Corbel" w:hAnsi="Corbel"/>
          <w:sz w:val="20"/>
          <w:szCs w:val="20"/>
        </w:rPr>
        <w:t>)</w:t>
      </w:r>
    </w:p>
    <w:p w:rsidR="008E0775" w:rsidRPr="00FB4C18" w:rsidRDefault="00FB4C18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FB4C18">
        <w:rPr>
          <w:rFonts w:ascii="Corbel" w:hAnsi="Corbel"/>
          <w:b/>
          <w:sz w:val="20"/>
          <w:szCs w:val="20"/>
        </w:rPr>
        <w:t xml:space="preserve">Rok akademicki  </w:t>
      </w:r>
      <w:r w:rsidR="008E0775" w:rsidRPr="00FB4C18">
        <w:rPr>
          <w:rFonts w:ascii="Corbel" w:hAnsi="Corbel"/>
          <w:b/>
          <w:sz w:val="20"/>
          <w:szCs w:val="20"/>
        </w:rPr>
        <w:t>20</w:t>
      </w:r>
      <w:r w:rsidR="00B40AAF" w:rsidRPr="00FB4C18">
        <w:rPr>
          <w:rFonts w:ascii="Corbel" w:hAnsi="Corbel"/>
          <w:b/>
          <w:sz w:val="20"/>
          <w:szCs w:val="20"/>
        </w:rPr>
        <w:t>2</w:t>
      </w:r>
      <w:r w:rsidR="00867D03">
        <w:rPr>
          <w:rFonts w:ascii="Corbel" w:hAnsi="Corbel"/>
          <w:b/>
          <w:sz w:val="20"/>
          <w:szCs w:val="20"/>
        </w:rPr>
        <w:t>3</w:t>
      </w:r>
      <w:r w:rsidR="008E0775" w:rsidRPr="00FB4C18">
        <w:rPr>
          <w:rFonts w:ascii="Corbel" w:hAnsi="Corbel"/>
          <w:b/>
          <w:sz w:val="20"/>
          <w:szCs w:val="20"/>
        </w:rPr>
        <w:t>/202</w:t>
      </w:r>
      <w:r w:rsidR="00867D03">
        <w:rPr>
          <w:rFonts w:ascii="Corbel" w:hAnsi="Corbel"/>
          <w:b/>
          <w:sz w:val="20"/>
          <w:szCs w:val="20"/>
        </w:rPr>
        <w:t>4</w:t>
      </w:r>
    </w:p>
    <w:p w:rsidR="008E0775" w:rsidRPr="00DE2182" w:rsidRDefault="008E0775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E218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E0775" w:rsidRPr="00DE2182" w:rsidTr="00B819C8">
        <w:tc>
          <w:tcPr>
            <w:tcW w:w="2694" w:type="dxa"/>
            <w:vAlign w:val="center"/>
          </w:tcPr>
          <w:p w:rsidR="008E0775" w:rsidRPr="00DE2182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E0775" w:rsidRPr="00FB4C18" w:rsidRDefault="008E0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B4C18">
              <w:rPr>
                <w:rFonts w:ascii="Corbel" w:hAnsi="Corbel"/>
                <w:sz w:val="24"/>
                <w:szCs w:val="24"/>
              </w:rPr>
              <w:t>Pedagogika specjalna</w:t>
            </w:r>
          </w:p>
        </w:tc>
      </w:tr>
      <w:tr w:rsidR="008E0775" w:rsidRPr="00DE2182" w:rsidTr="00B819C8">
        <w:tc>
          <w:tcPr>
            <w:tcW w:w="2694" w:type="dxa"/>
            <w:vAlign w:val="center"/>
          </w:tcPr>
          <w:p w:rsidR="008E0775" w:rsidRPr="00DE2182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E0775" w:rsidRPr="00DE2182" w:rsidRDefault="008E0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0775" w:rsidRPr="00DE2182" w:rsidTr="00B819C8">
        <w:tc>
          <w:tcPr>
            <w:tcW w:w="2694" w:type="dxa"/>
            <w:vAlign w:val="center"/>
          </w:tcPr>
          <w:p w:rsidR="008E0775" w:rsidRPr="00DE2182" w:rsidRDefault="008E07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E0775" w:rsidRPr="00DE2182" w:rsidRDefault="00A92B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2B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0775" w:rsidRPr="00DE2182" w:rsidTr="00B819C8">
        <w:tc>
          <w:tcPr>
            <w:tcW w:w="2694" w:type="dxa"/>
            <w:vAlign w:val="center"/>
          </w:tcPr>
          <w:p w:rsidR="008E0775" w:rsidRPr="00DE2182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E0775" w:rsidRPr="00DE2182" w:rsidRDefault="00CE52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E0775" w:rsidRPr="00DE2182" w:rsidTr="00B819C8">
        <w:tc>
          <w:tcPr>
            <w:tcW w:w="2694" w:type="dxa"/>
            <w:vAlign w:val="center"/>
          </w:tcPr>
          <w:p w:rsidR="008E0775" w:rsidRPr="00DE2182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E0775" w:rsidRPr="00DE2182" w:rsidRDefault="008E0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E0775" w:rsidRPr="00DE2182" w:rsidTr="00B819C8">
        <w:tc>
          <w:tcPr>
            <w:tcW w:w="2694" w:type="dxa"/>
            <w:vAlign w:val="center"/>
          </w:tcPr>
          <w:p w:rsidR="008E0775" w:rsidRPr="00DE2182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E0775" w:rsidRPr="00DE2182" w:rsidRDefault="008E0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E0775" w:rsidRPr="00DE2182" w:rsidTr="00B819C8">
        <w:tc>
          <w:tcPr>
            <w:tcW w:w="2694" w:type="dxa"/>
            <w:vAlign w:val="center"/>
          </w:tcPr>
          <w:p w:rsidR="008E0775" w:rsidRPr="00DE2182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E0775" w:rsidRPr="00DE2182" w:rsidRDefault="008E0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E0775" w:rsidRPr="00DE2182" w:rsidTr="00B819C8">
        <w:tc>
          <w:tcPr>
            <w:tcW w:w="2694" w:type="dxa"/>
            <w:vAlign w:val="center"/>
          </w:tcPr>
          <w:p w:rsidR="008E0775" w:rsidRPr="00DE2182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E0775" w:rsidRPr="00DE2182" w:rsidRDefault="008E0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E0775" w:rsidRPr="00DE2182" w:rsidTr="00B819C8">
        <w:tc>
          <w:tcPr>
            <w:tcW w:w="2694" w:type="dxa"/>
            <w:vAlign w:val="center"/>
          </w:tcPr>
          <w:p w:rsidR="008E0775" w:rsidRPr="00DE2182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E0775" w:rsidRPr="00FB4C18" w:rsidRDefault="008E0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B4C18">
              <w:rPr>
                <w:rFonts w:ascii="Corbel" w:hAnsi="Corbel"/>
                <w:sz w:val="24"/>
                <w:szCs w:val="24"/>
              </w:rPr>
              <w:t>Rok 2, semestr 4</w:t>
            </w:r>
          </w:p>
        </w:tc>
      </w:tr>
      <w:tr w:rsidR="008E0775" w:rsidRPr="00DE2182" w:rsidTr="00B819C8">
        <w:tc>
          <w:tcPr>
            <w:tcW w:w="2694" w:type="dxa"/>
            <w:vAlign w:val="center"/>
          </w:tcPr>
          <w:p w:rsidR="008E0775" w:rsidRPr="00DE2182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E0775" w:rsidRPr="00DE2182" w:rsidRDefault="008E0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8E0775" w:rsidRPr="00DE2182" w:rsidTr="00B819C8">
        <w:tc>
          <w:tcPr>
            <w:tcW w:w="2694" w:type="dxa"/>
            <w:vAlign w:val="center"/>
          </w:tcPr>
          <w:p w:rsidR="008E0775" w:rsidRPr="00DE2182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E0775" w:rsidRPr="00DE2182" w:rsidRDefault="008E0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0775" w:rsidRPr="00DE2182" w:rsidTr="00B819C8">
        <w:tc>
          <w:tcPr>
            <w:tcW w:w="2694" w:type="dxa"/>
            <w:vAlign w:val="center"/>
          </w:tcPr>
          <w:p w:rsidR="008E0775" w:rsidRPr="00DE2182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E0775" w:rsidRPr="00DE2182" w:rsidRDefault="008E0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 w:rsidRPr="00DE2182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E0775" w:rsidRPr="00DE2182" w:rsidTr="00B819C8">
        <w:tc>
          <w:tcPr>
            <w:tcW w:w="2694" w:type="dxa"/>
            <w:vAlign w:val="center"/>
          </w:tcPr>
          <w:p w:rsidR="008E0775" w:rsidRPr="00DE2182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E0775" w:rsidRPr="00DE2182" w:rsidRDefault="008E0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E0775" w:rsidRPr="00DE2182" w:rsidRDefault="008E0775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E2182">
        <w:rPr>
          <w:rFonts w:ascii="Corbel" w:hAnsi="Corbel"/>
          <w:sz w:val="24"/>
          <w:szCs w:val="24"/>
        </w:rPr>
        <w:t xml:space="preserve">* </w:t>
      </w:r>
      <w:r w:rsidRPr="00DE2182">
        <w:rPr>
          <w:rFonts w:ascii="Corbel" w:hAnsi="Corbel"/>
          <w:i/>
          <w:sz w:val="24"/>
          <w:szCs w:val="24"/>
        </w:rPr>
        <w:t>-</w:t>
      </w:r>
      <w:r w:rsidRPr="00DE2182">
        <w:rPr>
          <w:rFonts w:ascii="Corbel" w:hAnsi="Corbel"/>
          <w:b w:val="0"/>
          <w:i/>
          <w:sz w:val="24"/>
          <w:szCs w:val="24"/>
        </w:rPr>
        <w:t>opcjonalni</w:t>
      </w:r>
      <w:r w:rsidRPr="00DE2182">
        <w:rPr>
          <w:rFonts w:ascii="Corbel" w:hAnsi="Corbel"/>
          <w:b w:val="0"/>
          <w:sz w:val="24"/>
          <w:szCs w:val="24"/>
        </w:rPr>
        <w:t>e,</w:t>
      </w:r>
      <w:r w:rsidRPr="00DE2182">
        <w:rPr>
          <w:rFonts w:ascii="Corbel" w:hAnsi="Corbel"/>
          <w:i/>
          <w:sz w:val="24"/>
          <w:szCs w:val="24"/>
        </w:rPr>
        <w:t xml:space="preserve"> </w:t>
      </w:r>
      <w:r w:rsidRPr="00DE218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E0775" w:rsidRPr="00DE2182" w:rsidRDefault="008E0775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E0775" w:rsidRPr="00DE2182" w:rsidRDefault="008E0775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E218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E0775" w:rsidRPr="00DE2182" w:rsidRDefault="008E0775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E0775" w:rsidRPr="00DE2182" w:rsidTr="00FB4C18">
        <w:tc>
          <w:tcPr>
            <w:tcW w:w="1049" w:type="dxa"/>
            <w:vAlign w:val="center"/>
          </w:tcPr>
          <w:p w:rsidR="008E0775" w:rsidRPr="00DE2182" w:rsidRDefault="008E0775" w:rsidP="00FB4C1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E2182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8E0775" w:rsidRPr="00DE2182" w:rsidRDefault="008E0775" w:rsidP="00FB4C1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E218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="008E0775" w:rsidRPr="00DE2182" w:rsidRDefault="008E0775" w:rsidP="00FB4C1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DE218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DE21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:rsidR="008E0775" w:rsidRPr="00DE2182" w:rsidRDefault="008E0775" w:rsidP="00FB4C1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E218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8E0775" w:rsidRPr="00DE2182" w:rsidRDefault="008E0775" w:rsidP="00FB4C1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DE218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DE21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8E0775" w:rsidRPr="00DE2182" w:rsidRDefault="008E0775" w:rsidP="00FB4C1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E218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:rsidR="008E0775" w:rsidRPr="00DE2182" w:rsidRDefault="008E0775" w:rsidP="00FB4C1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DE218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DE21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:rsidR="008E0775" w:rsidRPr="00DE2182" w:rsidRDefault="008E0775" w:rsidP="00FB4C1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E218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:rsidR="008E0775" w:rsidRPr="00DE2182" w:rsidRDefault="008E0775" w:rsidP="00FB4C1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DE218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DE21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:rsidR="008E0775" w:rsidRPr="00DE2182" w:rsidRDefault="008E0775" w:rsidP="00FB4C1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E218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:rsidR="008E0775" w:rsidRPr="00DE2182" w:rsidRDefault="008E0775" w:rsidP="00FB4C1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DE218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8E0775" w:rsidRPr="00DE2182" w:rsidTr="00FB4C18">
        <w:trPr>
          <w:trHeight w:val="453"/>
        </w:trPr>
        <w:tc>
          <w:tcPr>
            <w:tcW w:w="1049" w:type="dxa"/>
            <w:vAlign w:val="center"/>
          </w:tcPr>
          <w:p w:rsidR="008E0775" w:rsidRPr="00DE2182" w:rsidRDefault="008E0775" w:rsidP="00FB4C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8E0775" w:rsidRPr="00DE2182" w:rsidRDefault="008E0775" w:rsidP="00FB4C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vAlign w:val="center"/>
          </w:tcPr>
          <w:p w:rsidR="008E0775" w:rsidRPr="00DE2182" w:rsidRDefault="008E0775" w:rsidP="00FB4C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8E0775" w:rsidRPr="00DE2182" w:rsidRDefault="008E0775" w:rsidP="00FB4C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8E0775" w:rsidRPr="00DE2182" w:rsidRDefault="008E0775" w:rsidP="00FB4C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8E0775" w:rsidRPr="00DE2182" w:rsidRDefault="008E0775" w:rsidP="00FB4C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8E0775" w:rsidRPr="00DE2182" w:rsidRDefault="008E0775" w:rsidP="00FB4C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E0775" w:rsidRPr="00DE2182" w:rsidRDefault="008E0775" w:rsidP="00FB4C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8E0775" w:rsidRPr="00DE2182" w:rsidRDefault="008E0775" w:rsidP="00FB4C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8E0775" w:rsidRPr="00DE2182" w:rsidRDefault="008E0775" w:rsidP="00FB4C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E0775" w:rsidRPr="00DE2182" w:rsidRDefault="008E0775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E0775" w:rsidRPr="00DE2182" w:rsidRDefault="008E0775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E0775" w:rsidRPr="00DE2182" w:rsidRDefault="008E077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>1.2.</w:t>
      </w:r>
      <w:r w:rsidRPr="00DE218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8E0775" w:rsidRPr="00DE2182" w:rsidRDefault="008E07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E2182"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DE2182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E0775" w:rsidRPr="00DE2182" w:rsidRDefault="008E07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E2182">
        <w:rPr>
          <w:rFonts w:ascii="MS Gothic" w:eastAsia="MS Gothic" w:hAnsi="MS Gothic" w:cs="MS Gothic" w:hint="eastAsia"/>
          <w:b w:val="0"/>
          <w:szCs w:val="24"/>
        </w:rPr>
        <w:t>☐</w:t>
      </w:r>
      <w:r w:rsidRPr="00DE21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E0775" w:rsidRPr="00DE2182" w:rsidRDefault="008E077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 xml:space="preserve">1.3 </w:t>
      </w:r>
      <w:r w:rsidRPr="00DE2182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FB4C18" w:rsidRDefault="00FB4C1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775" w:rsidRPr="00DE2182" w:rsidRDefault="00D97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775" w:rsidRDefault="008E0775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E2182">
        <w:rPr>
          <w:rFonts w:ascii="Corbel" w:hAnsi="Corbel"/>
          <w:szCs w:val="24"/>
        </w:rPr>
        <w:t xml:space="preserve">2.Wymagania wstępne </w:t>
      </w:r>
    </w:p>
    <w:p w:rsidR="00FB4C18" w:rsidRPr="00DE2182" w:rsidRDefault="00FB4C1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8E0775" w:rsidRPr="00DE2182" w:rsidTr="00745302">
        <w:tc>
          <w:tcPr>
            <w:tcW w:w="9670" w:type="dxa"/>
          </w:tcPr>
          <w:p w:rsidR="008E0775" w:rsidRPr="00DE2182" w:rsidRDefault="008E07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pedagogiki ogólnej oraz psychologii ogólnej i rozwojowej</w:t>
            </w:r>
            <w:r w:rsidR="00CD11A0"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FB4C18" w:rsidRDefault="00FB4C1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E0775" w:rsidRPr="00DE2182" w:rsidRDefault="00FB4C1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E2182">
        <w:rPr>
          <w:rFonts w:ascii="Corbel" w:hAnsi="Corbel"/>
          <w:szCs w:val="24"/>
        </w:rPr>
        <w:t>3. cele, efekty uczenia się , treści Programowe i stosowane metody Dydaktyczne</w:t>
      </w:r>
    </w:p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E0775" w:rsidRPr="00DE2182" w:rsidRDefault="008E0775" w:rsidP="009C54AE">
      <w:pPr>
        <w:pStyle w:val="Podpunkty"/>
        <w:rPr>
          <w:rFonts w:ascii="Corbel" w:hAnsi="Corbel"/>
          <w:sz w:val="24"/>
          <w:szCs w:val="24"/>
        </w:rPr>
      </w:pPr>
      <w:r w:rsidRPr="00DE2182">
        <w:rPr>
          <w:rFonts w:ascii="Corbel" w:hAnsi="Corbel"/>
          <w:sz w:val="24"/>
          <w:szCs w:val="24"/>
        </w:rPr>
        <w:t>3.1 Cele przedmiotu</w:t>
      </w:r>
    </w:p>
    <w:p w:rsidR="008E0775" w:rsidRPr="00DE2182" w:rsidRDefault="008E077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8E0775" w:rsidRPr="00DE2182" w:rsidTr="00923D7D">
        <w:tc>
          <w:tcPr>
            <w:tcW w:w="851" w:type="dxa"/>
            <w:vAlign w:val="center"/>
          </w:tcPr>
          <w:p w:rsidR="008E0775" w:rsidRPr="00DE2182" w:rsidRDefault="008E0775" w:rsidP="00CD11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E0775" w:rsidRPr="00DE2182" w:rsidRDefault="008E0775" w:rsidP="00CD11A0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 w:val="24"/>
                <w:szCs w:val="24"/>
              </w:rPr>
              <w:t>Student zdobędzie wiedzę, czym jest pedagogika specjalna i pozna jej rodzaje i klasyfikacje.</w:t>
            </w:r>
          </w:p>
        </w:tc>
      </w:tr>
      <w:tr w:rsidR="008E0775" w:rsidRPr="00DE2182" w:rsidTr="00923D7D">
        <w:tc>
          <w:tcPr>
            <w:tcW w:w="851" w:type="dxa"/>
            <w:vAlign w:val="center"/>
          </w:tcPr>
          <w:p w:rsidR="008E0775" w:rsidRPr="00DE2182" w:rsidRDefault="008E0775" w:rsidP="00CD11A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E0775" w:rsidRPr="00DE2182" w:rsidRDefault="008E0775" w:rsidP="00CD11A0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 w:val="24"/>
                <w:szCs w:val="24"/>
                <w:lang w:bidi="mr-IN"/>
              </w:rPr>
              <w:t>Student pozna, potrafi wyjaśnić i ocenić uwarunkowania efektywnego wsparcia i terapii niepełnosprawnych i ich rodzin  oraz rozumie potrzebę współpracy i odpowiedzialność specjalistów i rodziców dziecka niepełnosprawnego w procesie terapeutycznym.</w:t>
            </w:r>
          </w:p>
        </w:tc>
      </w:tr>
      <w:tr w:rsidR="008E0775" w:rsidRPr="00DE2182" w:rsidTr="00923D7D">
        <w:tc>
          <w:tcPr>
            <w:tcW w:w="851" w:type="dxa"/>
            <w:vAlign w:val="center"/>
          </w:tcPr>
          <w:p w:rsidR="008E0775" w:rsidRPr="00DE2182" w:rsidRDefault="008E0775" w:rsidP="00CD11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E0775" w:rsidRPr="00DE2182" w:rsidRDefault="008E0775" w:rsidP="00CD11A0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 w:val="24"/>
                <w:szCs w:val="24"/>
                <w:lang w:bidi="mr-IN"/>
              </w:rPr>
              <w:t>Student potrafi rozpoznać skutki niepełnosprawności  dla funkcjonowania rodziny oraz wskazać potrzeby zarówno rodziny, jak i samego dziecka niepełnosprawnego.</w:t>
            </w:r>
          </w:p>
        </w:tc>
      </w:tr>
    </w:tbl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E0775" w:rsidRPr="00DE2182" w:rsidRDefault="008E0775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E2182">
        <w:rPr>
          <w:rFonts w:ascii="Corbel" w:hAnsi="Corbel"/>
          <w:b/>
          <w:sz w:val="24"/>
          <w:szCs w:val="24"/>
        </w:rPr>
        <w:t>3.2 Efekty uczenia się dla przedmiotu</w:t>
      </w:r>
      <w:r w:rsidRPr="00DE2182">
        <w:rPr>
          <w:rFonts w:ascii="Corbel" w:hAnsi="Corbel"/>
          <w:sz w:val="24"/>
          <w:szCs w:val="24"/>
        </w:rPr>
        <w:t xml:space="preserve"> </w:t>
      </w:r>
    </w:p>
    <w:p w:rsidR="008E0775" w:rsidRPr="00DE2182" w:rsidRDefault="008E0775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8E0775" w:rsidRPr="00DE2182" w:rsidTr="00CD11A0">
        <w:tc>
          <w:tcPr>
            <w:tcW w:w="1680" w:type="dxa"/>
            <w:vAlign w:val="center"/>
          </w:tcPr>
          <w:p w:rsidR="008E0775" w:rsidRPr="00DE2182" w:rsidRDefault="008E077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smallCaps w:val="0"/>
                <w:szCs w:val="24"/>
              </w:rPr>
              <w:t>EK</w:t>
            </w:r>
            <w:r w:rsidRPr="00DE21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:rsidR="008E0775" w:rsidRPr="00DE2182" w:rsidRDefault="008E077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8E0775" w:rsidRPr="00DE2182" w:rsidRDefault="008E077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E21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0775" w:rsidRPr="00DE2182" w:rsidTr="00CD11A0">
        <w:tc>
          <w:tcPr>
            <w:tcW w:w="1680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E21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8E0775" w:rsidRPr="00DE2182" w:rsidRDefault="00CD11A0" w:rsidP="002915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Cs w:val="24"/>
              </w:rPr>
              <w:t>przedstawi podmiotowe i metodologiczne powiązania wiedzy z zakresu nauk o rodzinie z pedagogiką specjalną i innymi naukami społecznymi i humanistycznymi.</w:t>
            </w:r>
          </w:p>
        </w:tc>
        <w:tc>
          <w:tcPr>
            <w:tcW w:w="1865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D11A0" w:rsidRPr="00DE218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DE2182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E0775" w:rsidRPr="00DE2182" w:rsidTr="00CD11A0">
        <w:tc>
          <w:tcPr>
            <w:tcW w:w="1680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8E0775" w:rsidRPr="00DE2182" w:rsidRDefault="00CD11A0" w:rsidP="002915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Cs w:val="24"/>
              </w:rPr>
              <w:t>scharakteryzuje biologiczne i zdrowotne aspekty rozwoju człowieka oraz jego społecznego funkcjonowania</w:t>
            </w:r>
            <w:r w:rsidR="0056667D" w:rsidRPr="00DE2182">
              <w:rPr>
                <w:rFonts w:ascii="Corbel" w:hAnsi="Corbel"/>
                <w:b w:val="0"/>
                <w:bCs/>
                <w:szCs w:val="24"/>
              </w:rPr>
              <w:t xml:space="preserve"> oraz możliwości pomocy i wsparcia </w:t>
            </w:r>
            <w:r w:rsidRPr="00DE2182">
              <w:rPr>
                <w:rFonts w:ascii="Corbel" w:hAnsi="Corbel"/>
                <w:b w:val="0"/>
                <w:bCs/>
                <w:szCs w:val="24"/>
              </w:rPr>
              <w:t>z perspektywy pedagogiki specjalnej</w:t>
            </w:r>
            <w:r w:rsidR="0056667D" w:rsidRPr="00DE2182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  <w:tc>
          <w:tcPr>
            <w:tcW w:w="1865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D11A0" w:rsidRPr="00DE218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DE2182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CD11A0" w:rsidRPr="00DE2182" w:rsidTr="00CD11A0">
        <w:tc>
          <w:tcPr>
            <w:tcW w:w="1680" w:type="dxa"/>
          </w:tcPr>
          <w:p w:rsidR="00CD11A0" w:rsidRPr="00DE2182" w:rsidRDefault="00CD11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CD11A0" w:rsidRPr="00DE2182" w:rsidRDefault="0056667D" w:rsidP="002915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Cs w:val="24"/>
              </w:rPr>
              <w:t>scharakteryzuje metody, normy i procedury stosowane w wyspecjalizowanych instytucjach i organizacjach zajmujących się pomocą rodzinie z dzieckiem z niepełnosprawnością.</w:t>
            </w:r>
          </w:p>
        </w:tc>
        <w:tc>
          <w:tcPr>
            <w:tcW w:w="1865" w:type="dxa"/>
          </w:tcPr>
          <w:p w:rsidR="00CD11A0" w:rsidRPr="00DE2182" w:rsidRDefault="00CD11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CD11A0" w:rsidRPr="00DE2182" w:rsidTr="00CD11A0">
        <w:tc>
          <w:tcPr>
            <w:tcW w:w="1680" w:type="dxa"/>
          </w:tcPr>
          <w:p w:rsidR="00CD11A0" w:rsidRPr="00DE2182" w:rsidRDefault="00CD11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="00CD11A0" w:rsidRPr="00DE2182" w:rsidRDefault="00977587" w:rsidP="002915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Cs w:val="24"/>
              </w:rPr>
              <w:t>dokona analizy i selekcji informacji (z wykorzystaniem różnorodnych źródeł) związanych z biologicznym rozwojem jednostki oraz oceni jej funkcjonowanie społeczne, w tym w rodzinie w kontekście możliwości pomocy i wsparcia dla osób z niepełnosprawnością  i ich rodzin.</w:t>
            </w:r>
          </w:p>
        </w:tc>
        <w:tc>
          <w:tcPr>
            <w:tcW w:w="1865" w:type="dxa"/>
          </w:tcPr>
          <w:p w:rsidR="00CD11A0" w:rsidRPr="00DE2182" w:rsidRDefault="00CD11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E0775" w:rsidRPr="00DE2182" w:rsidTr="00CD11A0">
        <w:tc>
          <w:tcPr>
            <w:tcW w:w="1680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D11A0" w:rsidRPr="00DE2182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="008E0775" w:rsidRPr="00DE2182" w:rsidRDefault="00977587" w:rsidP="002915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mallCaps w:val="0"/>
                <w:szCs w:val="24"/>
              </w:rPr>
              <w:t>Przeprowadzi badania niezbędne do opracowania diagnoz związanych z potrzebami osób z niepełnosprawnością i ich rodzin oraz dokona analizy zjawisk społecznych zachodzących w rodzinach osób z niepełnosprawnością.</w:t>
            </w:r>
          </w:p>
        </w:tc>
        <w:tc>
          <w:tcPr>
            <w:tcW w:w="1865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D11A0" w:rsidRPr="00DE218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DE2182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CD11A0" w:rsidRPr="00DE2182" w:rsidTr="00CD11A0">
        <w:tc>
          <w:tcPr>
            <w:tcW w:w="1680" w:type="dxa"/>
          </w:tcPr>
          <w:p w:rsidR="00CD11A0" w:rsidRPr="00DE2182" w:rsidRDefault="00CD11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:rsidR="00CD11A0" w:rsidRPr="00DE2182" w:rsidRDefault="00977587" w:rsidP="002915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Cs w:val="24"/>
              </w:rPr>
              <w:t xml:space="preserve">oceni </w:t>
            </w:r>
            <w:r w:rsidRPr="00DE2182">
              <w:rPr>
                <w:rFonts w:ascii="Corbel" w:hAnsi="Corbel"/>
                <w:b w:val="0"/>
                <w:bCs/>
                <w:szCs w:val="24"/>
                <w:lang w:bidi="mr-IN"/>
              </w:rPr>
              <w:t>uwarunkowania efektywnego wsparcia i terapii niepełnosprawnych i ich rodzin  oraz współpracy i odpowiedzialności specjalistów i rodziców dziecka niepełnosprawnego w procesie terapeutycznym.</w:t>
            </w:r>
          </w:p>
        </w:tc>
        <w:tc>
          <w:tcPr>
            <w:tcW w:w="1865" w:type="dxa"/>
          </w:tcPr>
          <w:p w:rsidR="00CD11A0" w:rsidRPr="00DE2182" w:rsidRDefault="00CD11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8E0775" w:rsidRPr="00DE2182" w:rsidTr="00CD11A0">
        <w:tc>
          <w:tcPr>
            <w:tcW w:w="1680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D11A0" w:rsidRPr="00DE2182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:rsidR="008E0775" w:rsidRPr="00DE2182" w:rsidRDefault="00CD11A0" w:rsidP="002915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DE2182">
              <w:rPr>
                <w:rFonts w:ascii="Corbel" w:hAnsi="Corbel"/>
                <w:b w:val="0"/>
                <w:bCs/>
                <w:szCs w:val="24"/>
              </w:rPr>
              <w:t>określi i oceni etyczne aspekty związane z </w:t>
            </w:r>
            <w:r w:rsidR="00DB11B9" w:rsidRPr="00DE2182">
              <w:rPr>
                <w:rFonts w:ascii="Corbel" w:hAnsi="Corbel"/>
                <w:b w:val="0"/>
                <w:bCs/>
                <w:szCs w:val="24"/>
              </w:rPr>
              <w:t xml:space="preserve">pracą z osobami z niepełnosprawnością i ich rodzinami. </w:t>
            </w:r>
          </w:p>
        </w:tc>
        <w:tc>
          <w:tcPr>
            <w:tcW w:w="1865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D11A0" w:rsidRPr="00DE218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E2182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775" w:rsidRPr="00DE2182" w:rsidRDefault="008E077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E2182">
        <w:rPr>
          <w:rFonts w:ascii="Corbel" w:hAnsi="Corbel"/>
          <w:b/>
          <w:sz w:val="24"/>
          <w:szCs w:val="24"/>
        </w:rPr>
        <w:t xml:space="preserve">3.3 Treści programowe </w:t>
      </w:r>
      <w:r w:rsidRPr="00DE2182">
        <w:rPr>
          <w:rFonts w:ascii="Corbel" w:hAnsi="Corbel"/>
          <w:sz w:val="24"/>
          <w:szCs w:val="24"/>
        </w:rPr>
        <w:t xml:space="preserve">  </w:t>
      </w:r>
    </w:p>
    <w:p w:rsidR="008E0775" w:rsidRPr="00DE2182" w:rsidRDefault="008E077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E2182">
        <w:rPr>
          <w:rFonts w:ascii="Corbel" w:hAnsi="Corbel"/>
          <w:sz w:val="24"/>
          <w:szCs w:val="24"/>
        </w:rPr>
        <w:t xml:space="preserve">Problematyka wykładu </w:t>
      </w:r>
    </w:p>
    <w:p w:rsidR="008E0775" w:rsidRPr="00DE2182" w:rsidRDefault="008E077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E0775" w:rsidRPr="00DE2182" w:rsidTr="00923D7D">
        <w:tc>
          <w:tcPr>
            <w:tcW w:w="9639" w:type="dxa"/>
          </w:tcPr>
          <w:p w:rsidR="008E0775" w:rsidRPr="00DE2182" w:rsidRDefault="008E07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0775" w:rsidRPr="00DE2182" w:rsidTr="00923D7D">
        <w:tc>
          <w:tcPr>
            <w:tcW w:w="9639" w:type="dxa"/>
          </w:tcPr>
          <w:p w:rsidR="008E0775" w:rsidRPr="00DE2182" w:rsidRDefault="008E07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Aspekt historyczny pedagogiki specjalnej.</w:t>
            </w:r>
          </w:p>
        </w:tc>
      </w:tr>
      <w:tr w:rsidR="008E0775" w:rsidRPr="00DE2182" w:rsidTr="00923D7D">
        <w:tc>
          <w:tcPr>
            <w:tcW w:w="9639" w:type="dxa"/>
          </w:tcPr>
          <w:p w:rsidR="008E0775" w:rsidRPr="00DE2182" w:rsidRDefault="008E0775" w:rsidP="00C377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Współczesna pedagogika specjalna - interdyscyplinarność współczesnej  pedagogiki specjalnej</w:t>
            </w:r>
            <w:r w:rsidR="00DB11B9" w:rsidRPr="00DE218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0775" w:rsidRPr="00DE2182" w:rsidTr="00923D7D">
        <w:tc>
          <w:tcPr>
            <w:tcW w:w="9639" w:type="dxa"/>
          </w:tcPr>
          <w:p w:rsidR="008E0775" w:rsidRPr="00DE2182" w:rsidRDefault="008E0775" w:rsidP="00C377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Teoretyczne podstawy pedagogiki specjalnej.</w:t>
            </w:r>
          </w:p>
        </w:tc>
      </w:tr>
      <w:tr w:rsidR="008E0775" w:rsidRPr="00DE2182" w:rsidTr="00923D7D">
        <w:tc>
          <w:tcPr>
            <w:tcW w:w="9639" w:type="dxa"/>
          </w:tcPr>
          <w:p w:rsidR="008E0775" w:rsidRPr="00DE2182" w:rsidRDefault="008E0775" w:rsidP="00C377B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Instytucje zajmujące się profilaktyka i wczesną interwencją w Polsce.</w:t>
            </w:r>
          </w:p>
        </w:tc>
      </w:tr>
      <w:tr w:rsidR="008E0775" w:rsidRPr="00DE2182" w:rsidTr="00923D7D">
        <w:tc>
          <w:tcPr>
            <w:tcW w:w="9639" w:type="dxa"/>
          </w:tcPr>
          <w:p w:rsidR="008E0775" w:rsidRPr="00DE2182" w:rsidRDefault="008E0775" w:rsidP="00C377B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Pedagogika osób z niepełnosprawnością intelektualną.</w:t>
            </w:r>
          </w:p>
        </w:tc>
      </w:tr>
      <w:tr w:rsidR="008E0775" w:rsidRPr="00DE2182" w:rsidTr="00923D7D">
        <w:tc>
          <w:tcPr>
            <w:tcW w:w="9639" w:type="dxa"/>
          </w:tcPr>
          <w:p w:rsidR="008E0775" w:rsidRPr="00DE2182" w:rsidRDefault="008E0775" w:rsidP="00C377B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Pedagogika osób ze sprzężonymi upośledzeniami.</w:t>
            </w:r>
          </w:p>
        </w:tc>
      </w:tr>
      <w:tr w:rsidR="008E0775" w:rsidRPr="00DE2182" w:rsidTr="00923D7D">
        <w:tc>
          <w:tcPr>
            <w:tcW w:w="9639" w:type="dxa"/>
          </w:tcPr>
          <w:p w:rsidR="008E0775" w:rsidRPr="00DE2182" w:rsidRDefault="008E0775" w:rsidP="00C377B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Inkluzja, integracja, normalizacja wyzwaniem edukacji XXI wieku.</w:t>
            </w:r>
          </w:p>
        </w:tc>
      </w:tr>
    </w:tbl>
    <w:p w:rsidR="008E0775" w:rsidRPr="00DE2182" w:rsidRDefault="008E0775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E0775" w:rsidRPr="00DE2182" w:rsidRDefault="008E0775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E218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E0775" w:rsidRPr="00DE2182" w:rsidRDefault="008E0775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E0775" w:rsidRPr="00DE2182" w:rsidTr="00923D7D">
        <w:tc>
          <w:tcPr>
            <w:tcW w:w="9639" w:type="dxa"/>
          </w:tcPr>
          <w:p w:rsidR="008E0775" w:rsidRPr="00DE2182" w:rsidRDefault="008E077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0775" w:rsidRPr="00DE2182" w:rsidTr="00923D7D">
        <w:tc>
          <w:tcPr>
            <w:tcW w:w="9639" w:type="dxa"/>
          </w:tcPr>
          <w:p w:rsidR="008E0775" w:rsidRPr="00DE2182" w:rsidRDefault="008E07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Proces postępowania rehabilitacyjnego.</w:t>
            </w:r>
          </w:p>
        </w:tc>
      </w:tr>
      <w:tr w:rsidR="008E0775" w:rsidRPr="00DE2182" w:rsidTr="00923D7D">
        <w:tc>
          <w:tcPr>
            <w:tcW w:w="9639" w:type="dxa"/>
          </w:tcPr>
          <w:p w:rsidR="008E0775" w:rsidRPr="00DE2182" w:rsidRDefault="008E07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Teoretyczne podstawy procesu rehabilitacji.</w:t>
            </w:r>
          </w:p>
        </w:tc>
      </w:tr>
      <w:tr w:rsidR="008E0775" w:rsidRPr="00DE2182" w:rsidTr="00923D7D">
        <w:tc>
          <w:tcPr>
            <w:tcW w:w="9639" w:type="dxa"/>
          </w:tcPr>
          <w:p w:rsidR="008E0775" w:rsidRPr="00DE2182" w:rsidRDefault="008E07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Podstawowe zasady edukacji i rewalidacji osób niepełnosprawnych.</w:t>
            </w:r>
          </w:p>
        </w:tc>
      </w:tr>
      <w:tr w:rsidR="008E0775" w:rsidRPr="00DE2182" w:rsidTr="00923D7D">
        <w:tc>
          <w:tcPr>
            <w:tcW w:w="9639" w:type="dxa"/>
          </w:tcPr>
          <w:p w:rsidR="008E0775" w:rsidRPr="00DE2182" w:rsidRDefault="008E07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Inkluzja, integracja, normalizacja:  wyzwaniem edukacji XXI wieku.</w:t>
            </w:r>
          </w:p>
        </w:tc>
      </w:tr>
      <w:tr w:rsidR="008E0775" w:rsidRPr="00DE2182" w:rsidTr="00923D7D">
        <w:tc>
          <w:tcPr>
            <w:tcW w:w="9639" w:type="dxa"/>
          </w:tcPr>
          <w:p w:rsidR="008E0775" w:rsidRPr="00DE2182" w:rsidRDefault="008E0775" w:rsidP="000966A9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DE2182">
              <w:rPr>
                <w:rStyle w:val="wrtext"/>
                <w:rFonts w:ascii="Corbel" w:hAnsi="Corbel"/>
                <w:sz w:val="24"/>
                <w:szCs w:val="24"/>
              </w:rPr>
              <w:t xml:space="preserve">Specjalne potrzeby edukacyjne ucznia. Poradnictwo i orzecznictwo psychopedagogiczne. Modele niepełnosprawności. </w:t>
            </w:r>
          </w:p>
        </w:tc>
      </w:tr>
      <w:tr w:rsidR="008E0775" w:rsidRPr="00DE2182" w:rsidTr="00923D7D">
        <w:tc>
          <w:tcPr>
            <w:tcW w:w="9639" w:type="dxa"/>
          </w:tcPr>
          <w:p w:rsidR="008E0775" w:rsidRPr="00DE2182" w:rsidRDefault="008E0775" w:rsidP="000966A9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DE2182">
              <w:rPr>
                <w:rStyle w:val="wrtext"/>
                <w:rFonts w:ascii="Corbel" w:hAnsi="Corbel"/>
                <w:sz w:val="24"/>
                <w:szCs w:val="24"/>
              </w:rPr>
              <w:t xml:space="preserve">Osiągnięcia i perspektywy rozwoju badań z diagnostyki w pedagogice specjalnej: całościowe zaburzenia rozwojowe, niepełnosprawność intelektualna, ADHD, zespoły genetyczne, specyficzne trudności w uczeniu się, profilaktyka społeczna, niedostosowanie społeczne. </w:t>
            </w:r>
          </w:p>
        </w:tc>
      </w:tr>
    </w:tbl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775" w:rsidRPr="00DE2182" w:rsidRDefault="008E077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>3.4 Metody dydaktyczne</w:t>
      </w:r>
      <w:r w:rsidRPr="00DE2182">
        <w:rPr>
          <w:rFonts w:ascii="Corbel" w:hAnsi="Corbel"/>
          <w:b w:val="0"/>
          <w:smallCaps w:val="0"/>
          <w:szCs w:val="24"/>
        </w:rPr>
        <w:t xml:space="preserve"> </w:t>
      </w:r>
    </w:p>
    <w:p w:rsidR="008E0775" w:rsidRPr="00DE2182" w:rsidRDefault="00DB11B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E2182">
        <w:rPr>
          <w:rFonts w:ascii="Corbel" w:hAnsi="Corbel"/>
          <w:b w:val="0"/>
          <w:smallCaps w:val="0"/>
          <w:szCs w:val="24"/>
        </w:rPr>
        <w:t>Wykład z prezentacją multimedialną, analiza tekstów z dyskusją, praca w grupach (rozwiązywanie zadań, dyskusja)</w:t>
      </w:r>
    </w:p>
    <w:p w:rsidR="008E0775" w:rsidRPr="00DE2182" w:rsidRDefault="008E0775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E2182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8E0775" w:rsidRPr="00DE2182" w:rsidRDefault="008E0775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E2182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8E0775" w:rsidRPr="00DE2182" w:rsidRDefault="008E0775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E2182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8E0775" w:rsidRPr="00DE2182" w:rsidRDefault="008E077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775" w:rsidRPr="00DE2182" w:rsidRDefault="008E077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775" w:rsidRPr="00DE2182" w:rsidRDefault="008E077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 xml:space="preserve">4. METODY I KRYTERIA OCENY </w:t>
      </w:r>
    </w:p>
    <w:p w:rsidR="008E0775" w:rsidRPr="00DE2182" w:rsidRDefault="008E077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775" w:rsidRPr="00DE2182" w:rsidRDefault="008E077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>4.1 Sposoby weryfikacji efektów uczenia się</w:t>
      </w:r>
    </w:p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8E0775" w:rsidRPr="00DE2182" w:rsidTr="00DB11B9">
        <w:tc>
          <w:tcPr>
            <w:tcW w:w="1962" w:type="dxa"/>
            <w:vAlign w:val="center"/>
          </w:tcPr>
          <w:p w:rsidR="008E0775" w:rsidRPr="00DE2182" w:rsidRDefault="008E077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E0775" w:rsidRPr="00DE2182" w:rsidRDefault="008E077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B399F"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E0775" w:rsidRPr="00DE2182" w:rsidRDefault="008E077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E0775" w:rsidRPr="00DE2182" w:rsidRDefault="008E077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E0775" w:rsidRPr="00DE2182" w:rsidRDefault="008E077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6B399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E21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0775" w:rsidRPr="00DE2182" w:rsidTr="00DB11B9">
        <w:tc>
          <w:tcPr>
            <w:tcW w:w="1962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218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E218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w, ćw</w:t>
            </w:r>
            <w:r w:rsidR="006B399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E0775" w:rsidRPr="00DE2182" w:rsidTr="00DB11B9">
        <w:tc>
          <w:tcPr>
            <w:tcW w:w="1962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E0775" w:rsidRPr="00DE2182" w:rsidRDefault="008E0775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8E0775" w:rsidRPr="00DE2182" w:rsidRDefault="008E0775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w, ćw</w:t>
            </w:r>
            <w:r w:rsidR="006B399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E0775" w:rsidRPr="00DE2182" w:rsidTr="00DB11B9">
        <w:tc>
          <w:tcPr>
            <w:tcW w:w="1962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8E0775" w:rsidRPr="00DE2182" w:rsidRDefault="008E0775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8E0775" w:rsidRPr="00DE2182" w:rsidRDefault="008E0775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w, ćw</w:t>
            </w:r>
            <w:r w:rsidR="006B399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E0775" w:rsidRPr="00DE2182" w:rsidTr="00DB11B9">
        <w:tc>
          <w:tcPr>
            <w:tcW w:w="1962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8E0775" w:rsidRPr="00DE2182" w:rsidRDefault="008E0775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8E0775" w:rsidRPr="00DE2182" w:rsidRDefault="008E0775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w, ćw</w:t>
            </w:r>
            <w:r w:rsidR="006B399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B11B9" w:rsidRPr="00DE2182" w:rsidTr="00DB11B9">
        <w:tc>
          <w:tcPr>
            <w:tcW w:w="1962" w:type="dxa"/>
          </w:tcPr>
          <w:p w:rsidR="00DB11B9" w:rsidRPr="00DE2182" w:rsidRDefault="00DB11B9" w:rsidP="00DB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DB11B9" w:rsidRPr="00DE2182" w:rsidRDefault="00DB11B9" w:rsidP="00DB11B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DB11B9" w:rsidRPr="00DE2182" w:rsidRDefault="00DB11B9" w:rsidP="00DB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w, ćw</w:t>
            </w:r>
            <w:r w:rsidR="006B399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B11B9" w:rsidRPr="00DE2182" w:rsidTr="00DB11B9">
        <w:tc>
          <w:tcPr>
            <w:tcW w:w="1962" w:type="dxa"/>
          </w:tcPr>
          <w:p w:rsidR="00DB11B9" w:rsidRPr="00DE2182" w:rsidRDefault="00DB11B9" w:rsidP="00DB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DB11B9" w:rsidRPr="00DE2182" w:rsidRDefault="00DB11B9" w:rsidP="00DB11B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DB11B9" w:rsidRPr="00DE2182" w:rsidRDefault="00DB11B9" w:rsidP="00DB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w, ćw</w:t>
            </w:r>
            <w:r w:rsidR="006B399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B11B9" w:rsidRPr="00DE2182" w:rsidTr="00DB11B9">
        <w:tc>
          <w:tcPr>
            <w:tcW w:w="1962" w:type="dxa"/>
          </w:tcPr>
          <w:p w:rsidR="00DB11B9" w:rsidRPr="00DE2182" w:rsidRDefault="00DB11B9" w:rsidP="00DB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5441" w:type="dxa"/>
          </w:tcPr>
          <w:p w:rsidR="00DB11B9" w:rsidRPr="00DE2182" w:rsidRDefault="00DB11B9" w:rsidP="00DB11B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DB11B9" w:rsidRPr="00DE2182" w:rsidRDefault="00DB11B9" w:rsidP="00DB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2182">
              <w:rPr>
                <w:rFonts w:ascii="Corbel" w:hAnsi="Corbel"/>
                <w:b w:val="0"/>
                <w:szCs w:val="24"/>
              </w:rPr>
              <w:t>w, ćw</w:t>
            </w:r>
            <w:r w:rsidR="006B399F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775" w:rsidRPr="00DE2182" w:rsidRDefault="008E077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8E0775" w:rsidRPr="00DE2182" w:rsidRDefault="008E077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8E0775" w:rsidRPr="00DE2182" w:rsidTr="00923D7D">
        <w:tc>
          <w:tcPr>
            <w:tcW w:w="9670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aktywne uczestniczenie w zajęciach, zaliczenie kolokwium, przygotowanie projektu</w:t>
            </w:r>
          </w:p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775" w:rsidRPr="00DE2182" w:rsidRDefault="008E077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E218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8E0775" w:rsidRPr="00DE2182" w:rsidTr="003E1941">
        <w:tc>
          <w:tcPr>
            <w:tcW w:w="4962" w:type="dxa"/>
            <w:vAlign w:val="center"/>
          </w:tcPr>
          <w:p w:rsidR="008E0775" w:rsidRPr="00DE2182" w:rsidRDefault="008E077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218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E0775" w:rsidRPr="00DE2182" w:rsidRDefault="008E077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218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E0775" w:rsidRPr="00DE2182" w:rsidTr="00923D7D">
        <w:tc>
          <w:tcPr>
            <w:tcW w:w="4962" w:type="dxa"/>
          </w:tcPr>
          <w:p w:rsidR="008E0775" w:rsidRPr="00DE2182" w:rsidRDefault="008E077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DE2182">
              <w:t>z harmonogramu</w:t>
            </w:r>
            <w:r w:rsidRPr="00DE2182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8E0775" w:rsidRPr="00DE2182" w:rsidRDefault="008E0775" w:rsidP="00CF4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E0775" w:rsidRPr="00DE2182" w:rsidTr="00923D7D">
        <w:tc>
          <w:tcPr>
            <w:tcW w:w="4962" w:type="dxa"/>
          </w:tcPr>
          <w:p w:rsidR="008E0775" w:rsidRPr="00DE2182" w:rsidRDefault="008E07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8E0775" w:rsidRPr="00DE2182" w:rsidRDefault="008E07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8E0775" w:rsidRPr="00DE2182" w:rsidRDefault="008E0775" w:rsidP="00CF4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E0775" w:rsidRPr="00DE2182" w:rsidTr="00923D7D">
        <w:tc>
          <w:tcPr>
            <w:tcW w:w="4962" w:type="dxa"/>
          </w:tcPr>
          <w:p w:rsidR="008E0775" w:rsidRPr="00DE2182" w:rsidRDefault="008E07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8E0775" w:rsidRPr="00DE2182" w:rsidRDefault="008E07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B11B9" w:rsidRPr="00DE2182">
              <w:rPr>
                <w:rFonts w:ascii="Corbel" w:hAnsi="Corbel"/>
                <w:sz w:val="24"/>
                <w:szCs w:val="24"/>
              </w:rPr>
              <w:t>przygotowanie do kolokwium, napisanie projektu</w:t>
            </w:r>
            <w:r w:rsidRPr="00DE21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8E0775" w:rsidRPr="00DE2182" w:rsidRDefault="008E0775" w:rsidP="00CF4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E0775" w:rsidRPr="00DE2182" w:rsidTr="00923D7D">
        <w:tc>
          <w:tcPr>
            <w:tcW w:w="4962" w:type="dxa"/>
          </w:tcPr>
          <w:p w:rsidR="008E0775" w:rsidRPr="00DE2182" w:rsidRDefault="008E07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E0775" w:rsidRPr="00DE2182" w:rsidRDefault="008E0775" w:rsidP="00CF4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E0775" w:rsidRPr="00DE2182" w:rsidTr="00923D7D">
        <w:tc>
          <w:tcPr>
            <w:tcW w:w="4962" w:type="dxa"/>
          </w:tcPr>
          <w:p w:rsidR="008E0775" w:rsidRPr="00DE2182" w:rsidRDefault="008E07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E21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E0775" w:rsidRPr="00DE2182" w:rsidRDefault="008E0775" w:rsidP="00CF4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E0775" w:rsidRPr="00DE2182" w:rsidRDefault="008E077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E218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>6. PRAKTYKI ZAWODOWE W RAMACH PRZEDMIOTU</w:t>
      </w:r>
    </w:p>
    <w:p w:rsidR="008E0775" w:rsidRPr="00DE2182" w:rsidRDefault="008E0775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8E0775" w:rsidRPr="00DE2182" w:rsidTr="0071620A">
        <w:trPr>
          <w:trHeight w:val="397"/>
        </w:trPr>
        <w:tc>
          <w:tcPr>
            <w:tcW w:w="3544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E0775" w:rsidRPr="00DE2182" w:rsidTr="0071620A">
        <w:trPr>
          <w:trHeight w:val="397"/>
        </w:trPr>
        <w:tc>
          <w:tcPr>
            <w:tcW w:w="3544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E0775" w:rsidRPr="00DE2182" w:rsidRDefault="008E0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E0775" w:rsidRPr="00DE2182" w:rsidRDefault="008E077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2182">
        <w:rPr>
          <w:rFonts w:ascii="Corbel" w:hAnsi="Corbel"/>
          <w:smallCaps w:val="0"/>
          <w:szCs w:val="24"/>
        </w:rPr>
        <w:t xml:space="preserve">7. LITERATURA </w:t>
      </w:r>
    </w:p>
    <w:p w:rsidR="008E0775" w:rsidRPr="00DE2182" w:rsidRDefault="008E077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8E0775" w:rsidRPr="00DE2182" w:rsidTr="0071620A">
        <w:trPr>
          <w:trHeight w:val="397"/>
        </w:trPr>
        <w:tc>
          <w:tcPr>
            <w:tcW w:w="7513" w:type="dxa"/>
          </w:tcPr>
          <w:p w:rsidR="008E0775" w:rsidRPr="00DE2182" w:rsidRDefault="008E0775" w:rsidP="00CF4501">
            <w:pPr>
              <w:spacing w:after="0"/>
              <w:jc w:val="both"/>
              <w:rPr>
                <w:rFonts w:ascii="Corbel" w:hAnsi="Corbel"/>
                <w:lang w:eastAsia="pl-PL" w:bidi="mr-IN"/>
              </w:rPr>
            </w:pPr>
            <w:r w:rsidRPr="00DE2182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DE2182">
              <w:rPr>
                <w:rFonts w:ascii="Corbel" w:hAnsi="Corbel"/>
                <w:lang w:eastAsia="pl-PL" w:bidi="mr-IN"/>
              </w:rPr>
              <w:t xml:space="preserve"> </w:t>
            </w:r>
          </w:p>
          <w:p w:rsidR="008E0775" w:rsidRPr="00DE2182" w:rsidRDefault="008E0775" w:rsidP="00CF4501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  <w:lang w:eastAsia="pl-PL" w:bidi="mr-IN"/>
              </w:rPr>
            </w:pPr>
            <w:proofErr w:type="spellStart"/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>Bobkowicz-Lewartowska</w:t>
            </w:r>
            <w:proofErr w:type="spellEnd"/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L. (2011).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Niepełnosprawność intelektualna. Diagnozowanie, edukacja   i wychowanie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, Gdańsk: Harmonia </w:t>
            </w:r>
            <w:proofErr w:type="spellStart"/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>Universalis</w:t>
            </w:r>
            <w:proofErr w:type="spellEnd"/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>.</w:t>
            </w:r>
          </w:p>
          <w:p w:rsidR="008E0775" w:rsidRPr="00DE2182" w:rsidRDefault="008E0775" w:rsidP="00CF4501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Dykcik W.,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Pedagogika specjalna wobec aktualnych sytuacji i problemów osób niepełnosprawnych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>, Poznań 2005.</w:t>
            </w:r>
          </w:p>
          <w:p w:rsidR="008E0775" w:rsidRPr="00DE2182" w:rsidRDefault="008E0775" w:rsidP="00CF4501">
            <w:pPr>
              <w:spacing w:after="0"/>
              <w:contextualSpacing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</w:pP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Kielin J. (2002).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Jak pracować z rodzicami dziecka upośledzonego, Gdańsk: GWP.</w:t>
            </w:r>
          </w:p>
          <w:p w:rsidR="008E0775" w:rsidRPr="00DE2182" w:rsidRDefault="008E0775" w:rsidP="00CF4501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  <w:lang w:eastAsia="pl-PL" w:bidi="mr-IN"/>
              </w:rPr>
            </w:pPr>
            <w:proofErr w:type="spellStart"/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>Ostasz</w:t>
            </w:r>
            <w:proofErr w:type="spellEnd"/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J. (2002).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Wsparcie społeczne osób z głębszą niepełnosprawnością umysłową i ich rodzin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, [w:] A. Pielecki (red.)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Problemy pedagogiki specjalnej w okresie przemian społecznych,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Lublin.</w:t>
            </w:r>
          </w:p>
          <w:p w:rsidR="008E0775" w:rsidRPr="00DE2182" w:rsidRDefault="008E0775" w:rsidP="00CF4501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Pilecki J. (red.) 2002.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Usprawnianie, wychowanie i nauczanie osób z</w:t>
            </w:r>
            <w:r w:rsidR="00DB11B9"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 xml:space="preserve">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głębszym upośledzeniem umysłowym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, Kraków: Wydawnictwo Akademii 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lastRenderedPageBreak/>
              <w:t>Pedagogicznej.</w:t>
            </w:r>
          </w:p>
          <w:p w:rsidR="008E0775" w:rsidRPr="00DE2182" w:rsidRDefault="008E0775" w:rsidP="00CF4501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Pisula E., Danielewicz D. (red.) (2007).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 xml:space="preserve">Rodzina z dzieckiem                                                    z niepełnosprawnością, 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Gdańsk: Harmonia.</w:t>
            </w:r>
          </w:p>
          <w:p w:rsidR="008E0775" w:rsidRPr="00CF4501" w:rsidRDefault="008E0775" w:rsidP="00CF4501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Wojciechowska A., Cierpka A. (2007),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Rodzina w percepcji rodzeństwa osób  z niepełnosprawnością intelektualną – analiza porównawcza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, [w:] E. Pisula, D. Danielewicz (red.) </w:t>
            </w:r>
            <w:r w:rsidRPr="00DE2182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„Rodzina z dzieckiem z niepełnosprawnością”</w:t>
            </w:r>
            <w:r w:rsidRPr="00DE2182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, Gdańsk </w:t>
            </w:r>
          </w:p>
        </w:tc>
      </w:tr>
      <w:tr w:rsidR="008E0775" w:rsidRPr="00DE2182" w:rsidTr="0071620A">
        <w:trPr>
          <w:trHeight w:val="397"/>
        </w:trPr>
        <w:tc>
          <w:tcPr>
            <w:tcW w:w="7513" w:type="dxa"/>
          </w:tcPr>
          <w:p w:rsidR="008E0775" w:rsidRPr="00DE2182" w:rsidRDefault="008E0775" w:rsidP="00CF450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DE21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E0775" w:rsidRPr="00DE2182" w:rsidRDefault="008E0775" w:rsidP="00CF4501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 xml:space="preserve">Gałkowski T., </w:t>
            </w:r>
            <w:proofErr w:type="spellStart"/>
            <w:r w:rsidRPr="00DE2182">
              <w:rPr>
                <w:rFonts w:ascii="Corbel" w:hAnsi="Corbel"/>
                <w:sz w:val="24"/>
                <w:szCs w:val="24"/>
              </w:rPr>
              <w:t>Kossewska</w:t>
            </w:r>
            <w:proofErr w:type="spellEnd"/>
            <w:r w:rsidRPr="00DE2182">
              <w:rPr>
                <w:rFonts w:ascii="Corbel" w:hAnsi="Corbel"/>
                <w:sz w:val="24"/>
                <w:szCs w:val="24"/>
              </w:rPr>
              <w:t xml:space="preserve"> J. (red.) (2000) </w:t>
            </w:r>
            <w:r w:rsidRPr="00DE2182">
              <w:rPr>
                <w:rStyle w:val="Uwydatnienie"/>
                <w:rFonts w:ascii="Corbel" w:hAnsi="Corbel"/>
                <w:iCs w:val="0"/>
                <w:sz w:val="24"/>
                <w:szCs w:val="24"/>
              </w:rPr>
              <w:t>Autyzm wyzwaniem naszych czasów,</w:t>
            </w:r>
            <w:r w:rsidRPr="00DE2182">
              <w:rPr>
                <w:rFonts w:ascii="Corbel" w:hAnsi="Corbel"/>
                <w:sz w:val="24"/>
                <w:szCs w:val="24"/>
              </w:rPr>
              <w:t xml:space="preserve"> Wydawnictwo Naukowe Akademii Pedagogicznej, Kraków 2000.</w:t>
            </w:r>
          </w:p>
          <w:p w:rsidR="008E0775" w:rsidRPr="00DE2182" w:rsidRDefault="008E0775" w:rsidP="00CF4501">
            <w:pPr>
              <w:pStyle w:val="NormalnyWeb"/>
              <w:spacing w:before="0" w:beforeAutospacing="0" w:after="60" w:afterAutospacing="0" w:line="276" w:lineRule="auto"/>
              <w:ind w:left="34"/>
              <w:contextualSpacing/>
              <w:jc w:val="both"/>
              <w:rPr>
                <w:rFonts w:ascii="Corbel" w:hAnsi="Corbel"/>
              </w:rPr>
            </w:pPr>
            <w:proofErr w:type="spellStart"/>
            <w:r w:rsidRPr="00DE2182">
              <w:rPr>
                <w:rFonts w:ascii="Corbel" w:hAnsi="Corbel"/>
              </w:rPr>
              <w:t>Klaczak</w:t>
            </w:r>
            <w:proofErr w:type="spellEnd"/>
            <w:r w:rsidRPr="00DE2182">
              <w:rPr>
                <w:rFonts w:ascii="Corbel" w:hAnsi="Corbel"/>
              </w:rPr>
              <w:t xml:space="preserve">, M., Majewicz, P. (red.), (2006). </w:t>
            </w:r>
            <w:r w:rsidRPr="00DE2182">
              <w:rPr>
                <w:rFonts w:ascii="Corbel" w:hAnsi="Corbel"/>
                <w:i/>
                <w:iCs/>
              </w:rPr>
              <w:t>Diagnoza i rewalidacja indywidualna dziecka ze specjalnymi potrzebami edukacyjnymi</w:t>
            </w:r>
            <w:r w:rsidRPr="00DE2182">
              <w:rPr>
                <w:rFonts w:ascii="Corbel" w:hAnsi="Corbel"/>
              </w:rPr>
              <w:t>, Kraków: Wydawnictwo Naukowe Akademii Pedagogicznej.</w:t>
            </w:r>
          </w:p>
          <w:p w:rsidR="008E0775" w:rsidRPr="00DE2182" w:rsidRDefault="008E0775" w:rsidP="00CF4501">
            <w:pPr>
              <w:pStyle w:val="NormalnyWeb"/>
              <w:spacing w:before="0" w:beforeAutospacing="0" w:after="0" w:afterAutospacing="0" w:line="276" w:lineRule="auto"/>
              <w:contextualSpacing/>
              <w:jc w:val="both"/>
              <w:rPr>
                <w:rFonts w:ascii="Corbel" w:hAnsi="Corbel"/>
              </w:rPr>
            </w:pPr>
            <w:r w:rsidRPr="00DE2182">
              <w:rPr>
                <w:rFonts w:ascii="Corbel" w:hAnsi="Corbel"/>
              </w:rPr>
              <w:t xml:space="preserve">Jarosz E., Wysocka E. (2006). </w:t>
            </w:r>
            <w:r w:rsidRPr="00DE2182">
              <w:rPr>
                <w:rFonts w:ascii="Corbel" w:hAnsi="Corbel"/>
                <w:i/>
                <w:iCs/>
              </w:rPr>
              <w:t>Diagnoza psychopedagogiczna, podstawowe problemy i rozwiązania</w:t>
            </w:r>
            <w:r w:rsidRPr="00DE2182">
              <w:rPr>
                <w:rFonts w:ascii="Corbel" w:hAnsi="Corbel"/>
              </w:rPr>
              <w:t>,  Warszawa : Wydawnictwo Akademickie „Żak”.</w:t>
            </w:r>
          </w:p>
          <w:p w:rsidR="008E0775" w:rsidRPr="00DE2182" w:rsidRDefault="008E0775" w:rsidP="00CF4501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E2182">
              <w:rPr>
                <w:rFonts w:ascii="Corbel" w:hAnsi="Corbel"/>
                <w:sz w:val="24"/>
                <w:szCs w:val="24"/>
              </w:rPr>
              <w:t>Jaklewicz</w:t>
            </w:r>
            <w:proofErr w:type="spellEnd"/>
            <w:r w:rsidRPr="00DE2182">
              <w:rPr>
                <w:rFonts w:ascii="Corbel" w:hAnsi="Corbel"/>
                <w:sz w:val="24"/>
                <w:szCs w:val="24"/>
              </w:rPr>
              <w:t xml:space="preserve"> H.: </w:t>
            </w:r>
            <w:r w:rsidRPr="00DE2182">
              <w:rPr>
                <w:rStyle w:val="Uwydatnienie"/>
                <w:rFonts w:ascii="Corbel" w:hAnsi="Corbel"/>
                <w:iCs w:val="0"/>
                <w:sz w:val="24"/>
                <w:szCs w:val="24"/>
              </w:rPr>
              <w:t>Autyzm wczesnodziecięcy</w:t>
            </w:r>
            <w:r w:rsidRPr="00DE2182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,</w:t>
            </w:r>
            <w:r w:rsidRPr="00DE2182">
              <w:rPr>
                <w:rFonts w:ascii="Corbel" w:hAnsi="Corbel"/>
                <w:sz w:val="24"/>
                <w:szCs w:val="24"/>
              </w:rPr>
              <w:t xml:space="preserve"> Gdańskie Wydawnictwo Psychologiczne, Gdańsk 1993.</w:t>
            </w:r>
          </w:p>
          <w:p w:rsidR="008E0775" w:rsidRPr="00DE2182" w:rsidRDefault="008E0775" w:rsidP="00CF4501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 xml:space="preserve">Pisula E.: </w:t>
            </w:r>
            <w:r w:rsidRPr="00DE2182">
              <w:rPr>
                <w:rStyle w:val="Uwydatnienie"/>
                <w:rFonts w:ascii="Corbel" w:hAnsi="Corbel"/>
                <w:iCs w:val="0"/>
                <w:sz w:val="24"/>
                <w:szCs w:val="24"/>
              </w:rPr>
              <w:t>Autyzm. Fakty, wątpliwości, opinie</w:t>
            </w:r>
            <w:r w:rsidRPr="00DE2182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 xml:space="preserve">, </w:t>
            </w:r>
            <w:r w:rsidRPr="00DE2182">
              <w:rPr>
                <w:rFonts w:ascii="Corbel" w:hAnsi="Corbel"/>
                <w:sz w:val="24"/>
                <w:szCs w:val="24"/>
              </w:rPr>
              <w:t>WSPS, Warszawa 1993.</w:t>
            </w:r>
          </w:p>
          <w:p w:rsidR="008E0775" w:rsidRPr="00DE2182" w:rsidRDefault="008E0775" w:rsidP="00CF4501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E2182">
              <w:rPr>
                <w:rFonts w:ascii="Corbel" w:hAnsi="Corbel"/>
                <w:sz w:val="24"/>
                <w:szCs w:val="24"/>
              </w:rPr>
              <w:t xml:space="preserve">Pisula E.: </w:t>
            </w:r>
            <w:r w:rsidRPr="00DE2182">
              <w:rPr>
                <w:rStyle w:val="Uwydatnienie"/>
                <w:rFonts w:ascii="Corbel" w:hAnsi="Corbel"/>
                <w:iCs w:val="0"/>
                <w:sz w:val="24"/>
                <w:szCs w:val="24"/>
              </w:rPr>
              <w:t>Autyzm i przywiązanie. Studia nad interakcjami dzieci z autyzmem i ich matek</w:t>
            </w:r>
            <w:r w:rsidRPr="00DE2182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 xml:space="preserve">, </w:t>
            </w:r>
            <w:r w:rsidRPr="00DE2182">
              <w:rPr>
                <w:rFonts w:ascii="Corbel" w:hAnsi="Corbel"/>
                <w:sz w:val="24"/>
                <w:szCs w:val="24"/>
              </w:rPr>
              <w:t>Gdańskie Wydawnictwo Psychologiczne, Gdańsk 2003.</w:t>
            </w:r>
          </w:p>
        </w:tc>
      </w:tr>
    </w:tbl>
    <w:p w:rsidR="008E0775" w:rsidRPr="00DE2182" w:rsidRDefault="008E077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775" w:rsidRPr="00DE2182" w:rsidRDefault="008E077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775" w:rsidRPr="009C54AE" w:rsidRDefault="008E077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E21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E0775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106" w:rsidRDefault="00907106" w:rsidP="00C16ABF">
      <w:pPr>
        <w:spacing w:after="0" w:line="240" w:lineRule="auto"/>
      </w:pPr>
      <w:r>
        <w:separator/>
      </w:r>
    </w:p>
  </w:endnote>
  <w:endnote w:type="continuationSeparator" w:id="0">
    <w:p w:rsidR="00907106" w:rsidRDefault="009071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106" w:rsidRDefault="00907106" w:rsidP="00C16ABF">
      <w:pPr>
        <w:spacing w:after="0" w:line="240" w:lineRule="auto"/>
      </w:pPr>
      <w:r>
        <w:separator/>
      </w:r>
    </w:p>
  </w:footnote>
  <w:footnote w:type="continuationSeparator" w:id="0">
    <w:p w:rsidR="00907106" w:rsidRDefault="00907106" w:rsidP="00C16ABF">
      <w:pPr>
        <w:spacing w:after="0" w:line="240" w:lineRule="auto"/>
      </w:pPr>
      <w:r>
        <w:continuationSeparator/>
      </w:r>
    </w:p>
  </w:footnote>
  <w:footnote w:id="1">
    <w:p w:rsidR="008E0775" w:rsidRDefault="008E077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C41AC"/>
    <w:multiLevelType w:val="hybridMultilevel"/>
    <w:tmpl w:val="2AA451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40D4339"/>
    <w:multiLevelType w:val="hybridMultilevel"/>
    <w:tmpl w:val="5A7A68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E5C4F"/>
    <w:multiLevelType w:val="hybridMultilevel"/>
    <w:tmpl w:val="CA8E1D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92260"/>
    <w:multiLevelType w:val="hybridMultilevel"/>
    <w:tmpl w:val="00B8CB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23311D"/>
    <w:multiLevelType w:val="hybridMultilevel"/>
    <w:tmpl w:val="714273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F2F"/>
    <w:rsid w:val="00070ED6"/>
    <w:rsid w:val="000742DC"/>
    <w:rsid w:val="000835F6"/>
    <w:rsid w:val="00084C12"/>
    <w:rsid w:val="0009462C"/>
    <w:rsid w:val="00094B12"/>
    <w:rsid w:val="000966A9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5A83"/>
    <w:rsid w:val="00124BFF"/>
    <w:rsid w:val="0012560E"/>
    <w:rsid w:val="00127108"/>
    <w:rsid w:val="00134B13"/>
    <w:rsid w:val="00142D2C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9537E"/>
    <w:rsid w:val="001A70D2"/>
    <w:rsid w:val="001D657B"/>
    <w:rsid w:val="001D7B54"/>
    <w:rsid w:val="001E0209"/>
    <w:rsid w:val="001F2CA2"/>
    <w:rsid w:val="002018C2"/>
    <w:rsid w:val="002144C0"/>
    <w:rsid w:val="0022477D"/>
    <w:rsid w:val="002278A9"/>
    <w:rsid w:val="002336F9"/>
    <w:rsid w:val="0024028F"/>
    <w:rsid w:val="00244ABC"/>
    <w:rsid w:val="00281FF2"/>
    <w:rsid w:val="002857DE"/>
    <w:rsid w:val="0029150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BA5"/>
    <w:rsid w:val="00346FE9"/>
    <w:rsid w:val="0034759A"/>
    <w:rsid w:val="003503F6"/>
    <w:rsid w:val="003530DD"/>
    <w:rsid w:val="00363F78"/>
    <w:rsid w:val="003A0A5B"/>
    <w:rsid w:val="003A1176"/>
    <w:rsid w:val="003B5E9B"/>
    <w:rsid w:val="003C0BAE"/>
    <w:rsid w:val="003D18A9"/>
    <w:rsid w:val="003D6CE2"/>
    <w:rsid w:val="003E1941"/>
    <w:rsid w:val="003E2FE6"/>
    <w:rsid w:val="003E49D5"/>
    <w:rsid w:val="003F1F71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097"/>
    <w:rsid w:val="0050496F"/>
    <w:rsid w:val="00513B6F"/>
    <w:rsid w:val="00517C63"/>
    <w:rsid w:val="00523487"/>
    <w:rsid w:val="00526C94"/>
    <w:rsid w:val="005363C4"/>
    <w:rsid w:val="00536BDE"/>
    <w:rsid w:val="00543ACC"/>
    <w:rsid w:val="0056667D"/>
    <w:rsid w:val="0056696D"/>
    <w:rsid w:val="005738AE"/>
    <w:rsid w:val="00573EF9"/>
    <w:rsid w:val="005909BF"/>
    <w:rsid w:val="0059484D"/>
    <w:rsid w:val="005A0855"/>
    <w:rsid w:val="005A3196"/>
    <w:rsid w:val="005B0C2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1A0"/>
    <w:rsid w:val="00671958"/>
    <w:rsid w:val="00675843"/>
    <w:rsid w:val="00685D89"/>
    <w:rsid w:val="00696477"/>
    <w:rsid w:val="006A7275"/>
    <w:rsid w:val="006B399F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A7"/>
    <w:rsid w:val="00763BF1"/>
    <w:rsid w:val="00766FD4"/>
    <w:rsid w:val="0077243F"/>
    <w:rsid w:val="0078168C"/>
    <w:rsid w:val="00787C2A"/>
    <w:rsid w:val="00790E27"/>
    <w:rsid w:val="007A0BEF"/>
    <w:rsid w:val="007A4022"/>
    <w:rsid w:val="007A6E6E"/>
    <w:rsid w:val="007B0EFC"/>
    <w:rsid w:val="007C3299"/>
    <w:rsid w:val="007C3BCC"/>
    <w:rsid w:val="007C4546"/>
    <w:rsid w:val="007D6E56"/>
    <w:rsid w:val="007F1652"/>
    <w:rsid w:val="007F4155"/>
    <w:rsid w:val="00800153"/>
    <w:rsid w:val="008003CB"/>
    <w:rsid w:val="0080379F"/>
    <w:rsid w:val="0081554D"/>
    <w:rsid w:val="0081707E"/>
    <w:rsid w:val="008449B3"/>
    <w:rsid w:val="0085747A"/>
    <w:rsid w:val="00867D03"/>
    <w:rsid w:val="00884922"/>
    <w:rsid w:val="00885F64"/>
    <w:rsid w:val="008917F9"/>
    <w:rsid w:val="008A45F7"/>
    <w:rsid w:val="008B2D7F"/>
    <w:rsid w:val="008B43D7"/>
    <w:rsid w:val="008C0CC0"/>
    <w:rsid w:val="008C19A9"/>
    <w:rsid w:val="008C379D"/>
    <w:rsid w:val="008C5147"/>
    <w:rsid w:val="008C5359"/>
    <w:rsid w:val="008C5363"/>
    <w:rsid w:val="008D3DFB"/>
    <w:rsid w:val="008E0775"/>
    <w:rsid w:val="008E64F4"/>
    <w:rsid w:val="008F12C9"/>
    <w:rsid w:val="008F6E29"/>
    <w:rsid w:val="00907106"/>
    <w:rsid w:val="00916188"/>
    <w:rsid w:val="00923D7D"/>
    <w:rsid w:val="00945B08"/>
    <w:rsid w:val="009508DF"/>
    <w:rsid w:val="00950DAC"/>
    <w:rsid w:val="00954A07"/>
    <w:rsid w:val="00956799"/>
    <w:rsid w:val="00977587"/>
    <w:rsid w:val="009858CE"/>
    <w:rsid w:val="00996DF7"/>
    <w:rsid w:val="00997F14"/>
    <w:rsid w:val="009A78CD"/>
    <w:rsid w:val="009A78D9"/>
    <w:rsid w:val="009B5040"/>
    <w:rsid w:val="009C1331"/>
    <w:rsid w:val="009C3E31"/>
    <w:rsid w:val="009C54AE"/>
    <w:rsid w:val="009C788E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2B8C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AF"/>
    <w:rsid w:val="00B40ADB"/>
    <w:rsid w:val="00B41361"/>
    <w:rsid w:val="00B43B77"/>
    <w:rsid w:val="00B43E80"/>
    <w:rsid w:val="00B50708"/>
    <w:rsid w:val="00B607DB"/>
    <w:rsid w:val="00B66529"/>
    <w:rsid w:val="00B73BA2"/>
    <w:rsid w:val="00B75946"/>
    <w:rsid w:val="00B8056E"/>
    <w:rsid w:val="00B819C8"/>
    <w:rsid w:val="00B82308"/>
    <w:rsid w:val="00B90885"/>
    <w:rsid w:val="00BA70B0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2BED"/>
    <w:rsid w:val="00C26CB7"/>
    <w:rsid w:val="00C324C1"/>
    <w:rsid w:val="00C36992"/>
    <w:rsid w:val="00C377B2"/>
    <w:rsid w:val="00C53F3E"/>
    <w:rsid w:val="00C56036"/>
    <w:rsid w:val="00C61DC5"/>
    <w:rsid w:val="00C660DB"/>
    <w:rsid w:val="00C67E92"/>
    <w:rsid w:val="00C70A26"/>
    <w:rsid w:val="00C766DF"/>
    <w:rsid w:val="00C94B98"/>
    <w:rsid w:val="00CA2B96"/>
    <w:rsid w:val="00CA5089"/>
    <w:rsid w:val="00CA773C"/>
    <w:rsid w:val="00CB42CB"/>
    <w:rsid w:val="00CB762F"/>
    <w:rsid w:val="00CD11A0"/>
    <w:rsid w:val="00CD6897"/>
    <w:rsid w:val="00CE52E0"/>
    <w:rsid w:val="00CE5BAC"/>
    <w:rsid w:val="00CF25BE"/>
    <w:rsid w:val="00CF4501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75B76"/>
    <w:rsid w:val="00D8075B"/>
    <w:rsid w:val="00D8678B"/>
    <w:rsid w:val="00D97426"/>
    <w:rsid w:val="00DA2114"/>
    <w:rsid w:val="00DA4EBE"/>
    <w:rsid w:val="00DB11B9"/>
    <w:rsid w:val="00DD3200"/>
    <w:rsid w:val="00DE09C0"/>
    <w:rsid w:val="00DE2182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88A"/>
    <w:rsid w:val="00E63348"/>
    <w:rsid w:val="00E77E88"/>
    <w:rsid w:val="00E8107D"/>
    <w:rsid w:val="00E85A09"/>
    <w:rsid w:val="00E960BB"/>
    <w:rsid w:val="00E97DC8"/>
    <w:rsid w:val="00EA2074"/>
    <w:rsid w:val="00EA4832"/>
    <w:rsid w:val="00EA4E9D"/>
    <w:rsid w:val="00EB37B0"/>
    <w:rsid w:val="00EB6F61"/>
    <w:rsid w:val="00EC4899"/>
    <w:rsid w:val="00EC501F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93C09"/>
    <w:rsid w:val="00FA46E5"/>
    <w:rsid w:val="00FB23DD"/>
    <w:rsid w:val="00FB4C18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00EED1-DE61-40CF-BE6C-14A2A1EF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E85A09"/>
    <w:pPr>
      <w:ind w:left="720"/>
      <w:contextualSpacing/>
    </w:pPr>
  </w:style>
  <w:style w:type="character" w:customStyle="1" w:styleId="wrtext">
    <w:name w:val="wrtext"/>
    <w:basedOn w:val="Domylnaczcionkaakapitu"/>
    <w:uiPriority w:val="99"/>
    <w:rsid w:val="00E85A09"/>
    <w:rPr>
      <w:rFonts w:cs="Times New Roman"/>
    </w:rPr>
  </w:style>
  <w:style w:type="paragraph" w:styleId="NormalnyWeb">
    <w:name w:val="Normal (Web)"/>
    <w:basedOn w:val="Normalny"/>
    <w:uiPriority w:val="99"/>
    <w:rsid w:val="00E85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99"/>
    <w:qFormat/>
    <w:locked/>
    <w:rsid w:val="00E85A09"/>
    <w:rPr>
      <w:rFonts w:cs="Times New Roman"/>
      <w:i/>
      <w:iCs/>
    </w:rPr>
  </w:style>
  <w:style w:type="character" w:styleId="Pogrubienie">
    <w:name w:val="Strong"/>
    <w:basedOn w:val="Domylnaczcionkaakapitu"/>
    <w:uiPriority w:val="22"/>
    <w:qFormat/>
    <w:locked/>
    <w:rsid w:val="00CE52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020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1224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11</cp:revision>
  <cp:lastPrinted>2019-02-06T12:12:00Z</cp:lastPrinted>
  <dcterms:created xsi:type="dcterms:W3CDTF">2021-01-11T14:47:00Z</dcterms:created>
  <dcterms:modified xsi:type="dcterms:W3CDTF">2022-02-23T12:39:00Z</dcterms:modified>
</cp:coreProperties>
</file>